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C7D" w:rsidRDefault="00F540F8">
      <w:r w:rsidRPr="00F540F8">
        <w:rPr>
          <w:noProof/>
        </w:rPr>
        <w:drawing>
          <wp:inline distT="0" distB="0" distL="0" distR="0">
            <wp:extent cx="5943600" cy="7927277"/>
            <wp:effectExtent l="0" t="0" r="0" b="0"/>
            <wp:docPr id="1" name="Picture 1" descr="\\fs1\staffhomefolders$\felicityb\Desktop\PicColl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1\staffhomefolders$\felicityb\Desktop\PicCollage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7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C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F8"/>
    <w:rsid w:val="00375632"/>
    <w:rsid w:val="00526552"/>
    <w:rsid w:val="00F5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FC09-F5FA-45CB-8FF0-48B6556F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7C3B8D06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Felicity Boyd</dc:creator>
  <cp:keywords/>
  <dc:description/>
  <cp:lastModifiedBy>Felicity Boyd</cp:lastModifiedBy>
  <cp:revision>1</cp:revision>
  <cp:lastPrinted>2016-03-31T01:47:00Z</cp:lastPrinted>
  <dcterms:created xsi:type="dcterms:W3CDTF">2016-03-31T01:47:00Z</dcterms:created>
  <dcterms:modified xsi:type="dcterms:W3CDTF">2016-03-31T01:53:00Z</dcterms:modified>
</cp:coreProperties>
</file>